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tbl>
      <w:tblPr>
        <w:tblStyle w:val="Table"/>
        <w:tblW w:type="pct" w:w="5000"/>
        <w:tblLook w:firstRow="0" w:lastRow="0" w:firstColumn="0" w:lastColumn="0" w:noHBand="0" w:noVBand="0" w:val="0000"/>
        <w:jc w:val="start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left"/>
            </w:pPr>
            <w:r>
              <w:t xml:space="preserve">One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Row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Table</w:t>
            </w:r>
          </w:p>
        </w:tc>
      </w:tr>
    </w:tbl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jc w:val="center"/>
      <w:spacing w:after="0" w:before="300"/>
    </w:pPr>
    <w:rPr>
      <w:sz w:val="20"/>
      <w:szCs w:val="20"/>
      <w:b/>
      <w:color w:val="345A8A"/>
      &gt;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color w:val="008000"/>
      <w:b/>
    </w:rPr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1980-01-01T00:00:00Z</dcterms:created>
  <dcterms:modified xsi:type="dcterms:W3CDTF">1980-01-01T00:00:00Z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